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EF73B" w14:textId="19DCDB62"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Pr="002816A6">
        <w:rPr>
          <w:sz w:val="22"/>
          <w:szCs w:val="22"/>
        </w:rPr>
        <w:br/>
      </w:r>
      <w:r w:rsidRPr="002F3913">
        <w:rPr>
          <w:sz w:val="22"/>
          <w:szCs w:val="22"/>
        </w:rPr>
        <w:t>Publication ref:</w:t>
      </w:r>
      <w:r w:rsidR="002F3913">
        <w:rPr>
          <w:sz w:val="22"/>
          <w:szCs w:val="22"/>
        </w:rPr>
        <w:t xml:space="preserve"> </w:t>
      </w:r>
      <w:r w:rsidR="002F3913" w:rsidRPr="002F3913">
        <w:rPr>
          <w:color w:val="FF0000"/>
          <w:sz w:val="22"/>
          <w:szCs w:val="22"/>
        </w:rPr>
        <w:t>HR-RS00054/CALL4HER/HCAP/01</w:t>
      </w:r>
    </w:p>
    <w:p w14:paraId="352F44C9"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2F3913">
        <w:rPr>
          <w:rFonts w:ascii="Times New Roman" w:hAnsi="Times New Roman"/>
          <w:sz w:val="22"/>
          <w:szCs w:val="22"/>
        </w:rPr>
        <w:t>tender</w:t>
      </w:r>
      <w:r w:rsidRPr="002F3913">
        <w:rPr>
          <w:rFonts w:ascii="Times New Roman" w:hAnsi="Times New Roman"/>
          <w:sz w:val="22"/>
          <w:szCs w:val="22"/>
        </w:rPr>
        <w:t xml:space="preserve"> procedure</w:t>
      </w:r>
      <w:r w:rsidR="00AA4D9C" w:rsidRPr="002F3913">
        <w:rPr>
          <w:rFonts w:ascii="Times New Roman" w:hAnsi="Times New Roman"/>
          <w:sz w:val="22"/>
          <w:szCs w:val="22"/>
        </w:rPr>
        <w:t xml:space="preserve">. </w:t>
      </w:r>
      <w:r w:rsidRPr="002F3913">
        <w:rPr>
          <w:rFonts w:ascii="Times New Roman" w:hAnsi="Times New Roman"/>
          <w:sz w:val="22"/>
          <w:szCs w:val="22"/>
        </w:rPr>
        <w:t>By making this declaration, I</w:t>
      </w:r>
      <w:r w:rsidRPr="002F3913">
        <w:rPr>
          <w:rFonts w:ascii="Times New Roman" w:hAnsi="Times New Roman"/>
          <w:szCs w:val="22"/>
        </w:rPr>
        <w:t xml:space="preserve"> </w:t>
      </w:r>
      <w:r w:rsidR="004707ED" w:rsidRPr="002F3913">
        <w:rPr>
          <w:rFonts w:ascii="Times New Roman" w:hAnsi="Times New Roman" w:cs="Times New Roman"/>
          <w:sz w:val="22"/>
          <w:szCs w:val="22"/>
        </w:rPr>
        <w:t>declare that I am aware of</w:t>
      </w:r>
      <w:r w:rsidR="00907C9F" w:rsidRPr="002F3913">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716EAF41"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3E464175"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2849EE43" w14:textId="77777777" w:rsidR="005D3E04" w:rsidRPr="002F3913"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 xml:space="preserve">inity, </w:t>
      </w:r>
      <w:r w:rsidR="00E26746" w:rsidRPr="002F3913">
        <w:rPr>
          <w:rFonts w:ascii="Times New Roman" w:hAnsi="Times New Roman" w:cs="Times New Roman"/>
          <w:sz w:val="22"/>
          <w:szCs w:val="22"/>
        </w:rPr>
        <w:t>economic interest or any other shared interest with a recipient.</w:t>
      </w:r>
    </w:p>
    <w:p w14:paraId="37464221" w14:textId="77777777" w:rsidR="009F6DB3" w:rsidRPr="002F3913" w:rsidRDefault="004707ED" w:rsidP="009F6DB3">
      <w:pPr>
        <w:pStyle w:val="PlainText"/>
        <w:spacing w:before="100" w:beforeAutospacing="1" w:after="100" w:afterAutospacing="1"/>
        <w:jc w:val="both"/>
        <w:rPr>
          <w:rFonts w:ascii="Times New Roman" w:hAnsi="Times New Roman" w:cs="Times New Roman"/>
          <w:sz w:val="22"/>
          <w:szCs w:val="22"/>
        </w:rPr>
      </w:pPr>
      <w:r w:rsidRPr="002F3913">
        <w:rPr>
          <w:rFonts w:ascii="Times New Roman" w:hAnsi="Times New Roman" w:cs="Times New Roman"/>
          <w:sz w:val="22"/>
          <w:szCs w:val="22"/>
        </w:rPr>
        <w:t>I hereby declare that, to my knowledge, I have no conflict of interest with the operators who have submitted a tender for this contract, including persons or members of a consortium, or the subcontractors proposed.</w:t>
      </w:r>
    </w:p>
    <w:p w14:paraId="1D63B1E6" w14:textId="77777777" w:rsidR="009F6DB3" w:rsidRPr="002F3913" w:rsidRDefault="004707ED" w:rsidP="00181B4A">
      <w:pPr>
        <w:pStyle w:val="PlainText"/>
        <w:spacing w:before="100" w:beforeAutospacing="1" w:after="240"/>
        <w:jc w:val="both"/>
        <w:rPr>
          <w:rFonts w:ascii="Times New Roman" w:hAnsi="Times New Roman" w:cs="Times New Roman"/>
          <w:sz w:val="22"/>
          <w:szCs w:val="22"/>
        </w:rPr>
      </w:pPr>
      <w:r w:rsidRPr="002F3913">
        <w:rPr>
          <w:rFonts w:ascii="Times New Roman" w:hAnsi="Times New Roman" w:cs="Times New Roman"/>
          <w:sz w:val="22"/>
          <w:szCs w:val="22"/>
        </w:rPr>
        <w:t>I confirm that if I discover during the evaluation that such a conflict exists</w:t>
      </w:r>
      <w:r w:rsidR="0052256D" w:rsidRPr="002F3913">
        <w:rPr>
          <w:rFonts w:ascii="Times New Roman" w:hAnsi="Times New Roman" w:cs="Times New Roman"/>
          <w:sz w:val="22"/>
          <w:szCs w:val="22"/>
        </w:rPr>
        <w:t xml:space="preserve"> or might exist</w:t>
      </w:r>
      <w:r w:rsidRPr="002F3913">
        <w:rPr>
          <w:rFonts w:ascii="Times New Roman" w:hAnsi="Times New Roman" w:cs="Times New Roman"/>
          <w:sz w:val="22"/>
          <w:szCs w:val="22"/>
        </w:rPr>
        <w:t xml:space="preserve">, I </w:t>
      </w:r>
      <w:r w:rsidR="00D24C0D" w:rsidRPr="002F3913">
        <w:rPr>
          <w:rFonts w:ascii="Times New Roman" w:hAnsi="Times New Roman" w:cs="Times New Roman"/>
          <w:sz w:val="22"/>
          <w:szCs w:val="22"/>
        </w:rPr>
        <w:t xml:space="preserve">shall </w:t>
      </w:r>
      <w:r w:rsidRPr="002F3913">
        <w:rPr>
          <w:rFonts w:ascii="Times New Roman" w:hAnsi="Times New Roman" w:cs="Times New Roman"/>
          <w:sz w:val="22"/>
          <w:szCs w:val="22"/>
        </w:rPr>
        <w:t xml:space="preserve">declare it immediately </w:t>
      </w:r>
      <w:r w:rsidR="0052256D" w:rsidRPr="002F3913">
        <w:rPr>
          <w:rFonts w:ascii="Times New Roman" w:hAnsi="Times New Roman" w:cs="Times New Roman"/>
          <w:sz w:val="22"/>
          <w:szCs w:val="22"/>
        </w:rPr>
        <w:t xml:space="preserve">to the chairperson of the </w:t>
      </w:r>
      <w:r w:rsidR="00F21960" w:rsidRPr="002F3913">
        <w:rPr>
          <w:rFonts w:ascii="Times New Roman" w:hAnsi="Times New Roman" w:cs="Times New Roman"/>
          <w:sz w:val="22"/>
          <w:szCs w:val="22"/>
        </w:rPr>
        <w:t>e</w:t>
      </w:r>
      <w:r w:rsidR="00D24C0D" w:rsidRPr="002F3913">
        <w:rPr>
          <w:rFonts w:ascii="Times New Roman" w:hAnsi="Times New Roman" w:cs="Times New Roman"/>
          <w:sz w:val="22"/>
          <w:szCs w:val="22"/>
        </w:rPr>
        <w:t xml:space="preserve">valuation </w:t>
      </w:r>
      <w:r w:rsidR="00F21960" w:rsidRPr="002F3913">
        <w:rPr>
          <w:rFonts w:ascii="Times New Roman" w:hAnsi="Times New Roman" w:cs="Times New Roman"/>
          <w:sz w:val="22"/>
          <w:szCs w:val="22"/>
        </w:rPr>
        <w:t>c</w:t>
      </w:r>
      <w:r w:rsidR="00D24C0D" w:rsidRPr="002F3913">
        <w:rPr>
          <w:rFonts w:ascii="Times New Roman" w:hAnsi="Times New Roman" w:cs="Times New Roman"/>
          <w:sz w:val="22"/>
          <w:szCs w:val="22"/>
        </w:rPr>
        <w:t>ommittee</w:t>
      </w:r>
      <w:r w:rsidR="0052256D" w:rsidRPr="002F3913">
        <w:rPr>
          <w:rFonts w:ascii="Times New Roman" w:hAnsi="Times New Roman" w:cs="Times New Roman"/>
          <w:sz w:val="22"/>
          <w:szCs w:val="22"/>
        </w:rPr>
        <w:t xml:space="preserve">. In </w:t>
      </w:r>
      <w:r w:rsidR="00922805" w:rsidRPr="002F3913">
        <w:rPr>
          <w:rFonts w:ascii="Times New Roman" w:hAnsi="Times New Roman" w:cs="Times New Roman"/>
          <w:sz w:val="22"/>
          <w:szCs w:val="22"/>
        </w:rPr>
        <w:t xml:space="preserve">the </w:t>
      </w:r>
      <w:r w:rsidR="0052256D" w:rsidRPr="002F3913">
        <w:rPr>
          <w:rFonts w:ascii="Times New Roman" w:hAnsi="Times New Roman" w:cs="Times New Roman"/>
          <w:sz w:val="22"/>
          <w:szCs w:val="22"/>
        </w:rPr>
        <w:t>case</w:t>
      </w:r>
      <w:r w:rsidR="00922805" w:rsidRPr="002F3913">
        <w:rPr>
          <w:rFonts w:ascii="Times New Roman" w:hAnsi="Times New Roman" w:cs="Times New Roman"/>
          <w:sz w:val="22"/>
          <w:szCs w:val="22"/>
        </w:rPr>
        <w:t xml:space="preserve"> that</w:t>
      </w:r>
      <w:r w:rsidR="0052256D" w:rsidRPr="002F3913">
        <w:rPr>
          <w:rFonts w:ascii="Times New Roman" w:hAnsi="Times New Roman" w:cs="Times New Roman"/>
          <w:sz w:val="22"/>
          <w:szCs w:val="22"/>
        </w:rPr>
        <w:t xml:space="preserve"> such conflict is confirmed by the chairperson, I agree to cease from participating </w:t>
      </w:r>
      <w:r w:rsidR="00922805" w:rsidRPr="002F3913">
        <w:rPr>
          <w:rFonts w:ascii="Times New Roman" w:hAnsi="Times New Roman" w:cs="Times New Roman"/>
          <w:sz w:val="22"/>
          <w:szCs w:val="22"/>
        </w:rPr>
        <w:t xml:space="preserve">in </w:t>
      </w:r>
      <w:r w:rsidRPr="002F3913">
        <w:rPr>
          <w:rFonts w:ascii="Times New Roman" w:hAnsi="Times New Roman" w:cs="Times New Roman"/>
          <w:sz w:val="22"/>
          <w:szCs w:val="22"/>
        </w:rPr>
        <w:t xml:space="preserve">the </w:t>
      </w:r>
      <w:r w:rsidR="00F21960" w:rsidRPr="002F3913">
        <w:rPr>
          <w:rFonts w:ascii="Times New Roman" w:hAnsi="Times New Roman" w:cs="Times New Roman"/>
          <w:sz w:val="22"/>
          <w:szCs w:val="22"/>
        </w:rPr>
        <w:t>e</w:t>
      </w:r>
      <w:r w:rsidR="005B5FB3" w:rsidRPr="002F3913">
        <w:rPr>
          <w:rFonts w:ascii="Times New Roman" w:hAnsi="Times New Roman" w:cs="Times New Roman"/>
          <w:sz w:val="22"/>
          <w:szCs w:val="22"/>
        </w:rPr>
        <w:t xml:space="preserve">valuation </w:t>
      </w:r>
      <w:r w:rsidR="00F21960" w:rsidRPr="002F3913">
        <w:rPr>
          <w:rFonts w:ascii="Times New Roman" w:hAnsi="Times New Roman" w:cs="Times New Roman"/>
          <w:sz w:val="22"/>
          <w:szCs w:val="22"/>
        </w:rPr>
        <w:t>c</w:t>
      </w:r>
      <w:r w:rsidR="005B5FB3" w:rsidRPr="002F3913">
        <w:rPr>
          <w:rFonts w:ascii="Times New Roman" w:hAnsi="Times New Roman" w:cs="Times New Roman"/>
          <w:sz w:val="22"/>
          <w:szCs w:val="22"/>
        </w:rPr>
        <w:t>ommittee</w:t>
      </w:r>
      <w:r w:rsidRPr="002F3913">
        <w:rPr>
          <w:rFonts w:ascii="Times New Roman" w:hAnsi="Times New Roman" w:cs="Times New Roman"/>
          <w:sz w:val="22"/>
          <w:szCs w:val="22"/>
        </w:rPr>
        <w:t>.</w:t>
      </w:r>
    </w:p>
    <w:p w14:paraId="14AC8A17" w14:textId="77777777" w:rsidR="00BD232F" w:rsidRPr="002F3913" w:rsidRDefault="0052256D" w:rsidP="00181B4A">
      <w:pPr>
        <w:pStyle w:val="PlainText"/>
        <w:spacing w:before="100" w:beforeAutospacing="1" w:after="240"/>
        <w:jc w:val="both"/>
        <w:rPr>
          <w:rFonts w:ascii="Times New Roman" w:hAnsi="Times New Roman" w:cs="Times New Roman"/>
          <w:sz w:val="22"/>
          <w:szCs w:val="22"/>
        </w:rPr>
      </w:pPr>
      <w:r w:rsidRPr="002F3913">
        <w:rPr>
          <w:rFonts w:ascii="Times New Roman" w:hAnsi="Times New Roman"/>
          <w:sz w:val="22"/>
          <w:szCs w:val="22"/>
        </w:rPr>
        <w:t xml:space="preserve">I </w:t>
      </w:r>
      <w:r w:rsidR="00D1253F" w:rsidRPr="002F3913">
        <w:rPr>
          <w:rFonts w:ascii="Times New Roman" w:hAnsi="Times New Roman"/>
          <w:sz w:val="22"/>
          <w:szCs w:val="22"/>
        </w:rPr>
        <w:t xml:space="preserve">confirm that I have familiarised myself with the information available to date concerning this </w:t>
      </w:r>
      <w:r w:rsidR="00AA4D9C" w:rsidRPr="002F3913">
        <w:rPr>
          <w:rFonts w:ascii="Times New Roman" w:hAnsi="Times New Roman"/>
          <w:sz w:val="22"/>
          <w:szCs w:val="22"/>
        </w:rPr>
        <w:t>tender</w:t>
      </w:r>
      <w:r w:rsidR="00D1253F" w:rsidRPr="002F3913">
        <w:rPr>
          <w:rFonts w:ascii="Times New Roman" w:hAnsi="Times New Roman"/>
          <w:sz w:val="22"/>
          <w:szCs w:val="22"/>
        </w:rPr>
        <w:t xml:space="preserve"> procedure</w:t>
      </w:r>
      <w:r w:rsidR="00922805" w:rsidRPr="002F3913">
        <w:rPr>
          <w:rFonts w:ascii="Times New Roman" w:hAnsi="Times New Roman"/>
          <w:sz w:val="22"/>
          <w:szCs w:val="22"/>
        </w:rPr>
        <w:t>,</w:t>
      </w:r>
      <w:r w:rsidR="005E285E" w:rsidRPr="002F3913">
        <w:rPr>
          <w:rFonts w:ascii="Times New Roman" w:hAnsi="Times New Roman"/>
          <w:sz w:val="22"/>
          <w:szCs w:val="22"/>
        </w:rPr>
        <w:t xml:space="preserve"> including the provisions of the Practical Guide relating to the evaluation process</w:t>
      </w:r>
      <w:r w:rsidR="00BD232F" w:rsidRPr="002F3913">
        <w:rPr>
          <w:rFonts w:ascii="Times New Roman" w:hAnsi="Times New Roman"/>
          <w:sz w:val="22"/>
          <w:szCs w:val="22"/>
        </w:rPr>
        <w:t>.</w:t>
      </w:r>
      <w:r w:rsidR="00BD232F" w:rsidRPr="002F3913">
        <w:rPr>
          <w:rFonts w:ascii="Times New Roman" w:hAnsi="Times New Roman"/>
          <w:szCs w:val="22"/>
        </w:rPr>
        <w:t xml:space="preserve"> </w:t>
      </w:r>
    </w:p>
    <w:p w14:paraId="3A3A5D69" w14:textId="77777777" w:rsidR="00D1253F" w:rsidRPr="002F3913" w:rsidRDefault="00D1253F" w:rsidP="00181B4A">
      <w:pPr>
        <w:tabs>
          <w:tab w:val="left" w:pos="1701"/>
        </w:tabs>
        <w:spacing w:after="240"/>
        <w:ind w:left="0"/>
        <w:rPr>
          <w:rFonts w:ascii="Times New Roman" w:hAnsi="Times New Roman"/>
          <w:szCs w:val="22"/>
        </w:rPr>
      </w:pPr>
      <w:r w:rsidRPr="002F3913">
        <w:rPr>
          <w:rFonts w:ascii="Times New Roman" w:hAnsi="Times New Roman"/>
          <w:szCs w:val="22"/>
        </w:rPr>
        <w:t xml:space="preserve">I shall execute my </w:t>
      </w:r>
      <w:r w:rsidR="00B86841" w:rsidRPr="002F3913">
        <w:rPr>
          <w:rFonts w:ascii="Times New Roman" w:hAnsi="Times New Roman"/>
          <w:szCs w:val="22"/>
        </w:rPr>
        <w:t>responsibilities impartially</w:t>
      </w:r>
      <w:r w:rsidR="00DA6D5D" w:rsidRPr="002F3913">
        <w:rPr>
          <w:rFonts w:ascii="Times New Roman" w:hAnsi="Times New Roman"/>
          <w:szCs w:val="22"/>
        </w:rPr>
        <w:t xml:space="preserve"> and objectively</w:t>
      </w:r>
      <w:r w:rsidRPr="002F3913">
        <w:rPr>
          <w:rFonts w:ascii="Times New Roman" w:hAnsi="Times New Roman"/>
          <w:szCs w:val="22"/>
        </w:rPr>
        <w:t>.</w:t>
      </w:r>
      <w:r w:rsidR="0052256D" w:rsidRPr="002F3913">
        <w:rPr>
          <w:rFonts w:ascii="Times New Roman" w:hAnsi="Times New Roman"/>
          <w:szCs w:val="22"/>
        </w:rPr>
        <w:t xml:space="preserve"> I further declare that</w:t>
      </w:r>
      <w:r w:rsidR="003E68DB" w:rsidRPr="002F3913">
        <w:rPr>
          <w:rFonts w:ascii="Times New Roman" w:hAnsi="Times New Roman"/>
          <w:szCs w:val="22"/>
        </w:rPr>
        <w:t>,</w:t>
      </w:r>
      <w:r w:rsidR="0052256D" w:rsidRPr="002F3913">
        <w:rPr>
          <w:rFonts w:ascii="Times New Roman" w:hAnsi="Times New Roman"/>
          <w:szCs w:val="22"/>
        </w:rPr>
        <w:t xml:space="preserve"> to the best of my knowledge, I am not in a situation that could cast doubt on my ability to evaluate the tender(s).</w:t>
      </w:r>
    </w:p>
    <w:p w14:paraId="6C1E62CD"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2F3913">
        <w:rPr>
          <w:rFonts w:ascii="Times New Roman" w:hAnsi="Times New Roman"/>
          <w:szCs w:val="22"/>
        </w:rPr>
        <w:t xml:space="preserve">I </w:t>
      </w:r>
      <w:r w:rsidR="00346FFF" w:rsidRPr="002F3913">
        <w:rPr>
          <w:rFonts w:ascii="Times New Roman" w:hAnsi="Times New Roman"/>
          <w:szCs w:val="22"/>
        </w:rPr>
        <w:t xml:space="preserve">shall </w:t>
      </w:r>
      <w:r w:rsidRPr="002F3913">
        <w:rPr>
          <w:rFonts w:ascii="Times New Roman" w:hAnsi="Times New Roman"/>
          <w:szCs w:val="22"/>
        </w:rPr>
        <w:t xml:space="preserve">maintain the strictest confidentiality in respect of all information acquired as a result of my involvement in the evaluation process of the </w:t>
      </w:r>
      <w:r w:rsidR="0067450B" w:rsidRPr="002F3913">
        <w:rPr>
          <w:rFonts w:ascii="Times New Roman" w:hAnsi="Times New Roman"/>
          <w:szCs w:val="22"/>
        </w:rPr>
        <w:t>above-mentioned</w:t>
      </w:r>
      <w:r w:rsidRPr="002F3913">
        <w:rPr>
          <w:rFonts w:ascii="Times New Roman" w:hAnsi="Times New Roman"/>
          <w:szCs w:val="22"/>
        </w:rPr>
        <w:t xml:space="preserve"> call, as well as any information</w:t>
      </w:r>
      <w:r w:rsidRPr="00482A04">
        <w:rPr>
          <w:rFonts w:ascii="Times New Roman" w:hAnsi="Times New Roman"/>
          <w:szCs w:val="22"/>
        </w:rPr>
        <w:t xml:space="preserve">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64C1549F"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67D8453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6EE4D0B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5B289024"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3E2E98CF"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42DF584A" w14:textId="77777777" w:rsidTr="00334A61">
        <w:tc>
          <w:tcPr>
            <w:tcW w:w="2252" w:type="dxa"/>
            <w:shd w:val="clear" w:color="auto" w:fill="auto"/>
          </w:tcPr>
          <w:p w14:paraId="1CA90DF9"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1C89DBF5"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6FC7F8F4"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5A69642"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CD21F0" w14:textId="77777777" w:rsidTr="00334A61">
        <w:tc>
          <w:tcPr>
            <w:tcW w:w="2252" w:type="dxa"/>
            <w:shd w:val="clear" w:color="auto" w:fill="auto"/>
          </w:tcPr>
          <w:p w14:paraId="0D4AE175"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CB7FF6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9CEBBB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04E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4B4A54E5" w14:textId="77777777" w:rsidTr="00334A61">
        <w:tc>
          <w:tcPr>
            <w:tcW w:w="2252" w:type="dxa"/>
            <w:shd w:val="clear" w:color="auto" w:fill="auto"/>
          </w:tcPr>
          <w:p w14:paraId="669BEA5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67A4355"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B75D60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2A12663"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9E56BB1" w14:textId="77777777" w:rsidTr="00334A61">
        <w:tc>
          <w:tcPr>
            <w:tcW w:w="2252" w:type="dxa"/>
            <w:shd w:val="clear" w:color="auto" w:fill="auto"/>
          </w:tcPr>
          <w:p w14:paraId="7DA7A01E"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B6915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0F191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E7A6E46"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77745E7" w14:textId="77777777" w:rsidTr="00334A61">
        <w:tc>
          <w:tcPr>
            <w:tcW w:w="2252" w:type="dxa"/>
            <w:shd w:val="clear" w:color="auto" w:fill="auto"/>
          </w:tcPr>
          <w:p w14:paraId="11612D3C"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81118A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EBD846"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CD4B6D7"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03728381" w14:textId="77777777" w:rsidTr="00334A61">
        <w:tc>
          <w:tcPr>
            <w:tcW w:w="2252" w:type="dxa"/>
            <w:shd w:val="clear" w:color="auto" w:fill="auto"/>
          </w:tcPr>
          <w:p w14:paraId="55C162B1"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6F40DD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C406B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7A435075" w14:textId="77777777" w:rsidR="00F85646" w:rsidRPr="00334A61" w:rsidRDefault="00F85646" w:rsidP="00334A61">
            <w:pPr>
              <w:tabs>
                <w:tab w:val="left" w:pos="1701"/>
              </w:tabs>
              <w:spacing w:after="240"/>
              <w:ind w:left="0"/>
              <w:rPr>
                <w:rFonts w:ascii="Times New Roman" w:hAnsi="Times New Roman"/>
                <w:szCs w:val="22"/>
              </w:rPr>
            </w:pPr>
          </w:p>
        </w:tc>
      </w:tr>
    </w:tbl>
    <w:p w14:paraId="5B2BAE06"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1943E" w14:textId="77777777" w:rsidR="005B46D4" w:rsidRDefault="005B46D4">
      <w:r>
        <w:separator/>
      </w:r>
    </w:p>
  </w:endnote>
  <w:endnote w:type="continuationSeparator" w:id="0">
    <w:p w14:paraId="69DEB896" w14:textId="77777777" w:rsidR="005B46D4" w:rsidRDefault="005B46D4">
      <w:r>
        <w:continuationSeparator/>
      </w:r>
    </w:p>
  </w:endnote>
  <w:endnote w:type="continuationNotice" w:id="1">
    <w:p w14:paraId="0E53A591" w14:textId="77777777" w:rsidR="005B46D4" w:rsidRDefault="005B46D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0AA8A" w14:textId="77777777"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5BEB4613" w14:textId="77777777"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602AB" w14:textId="77777777"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7A411F47" w14:textId="77777777"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F914F" w14:textId="77777777" w:rsidR="005B46D4" w:rsidRDefault="005B46D4" w:rsidP="007D3885">
      <w:pPr>
        <w:ind w:left="0"/>
      </w:pPr>
      <w:r>
        <w:separator/>
      </w:r>
    </w:p>
  </w:footnote>
  <w:footnote w:type="continuationSeparator" w:id="0">
    <w:p w14:paraId="74C2799E" w14:textId="77777777" w:rsidR="005B46D4" w:rsidRDefault="005B46D4">
      <w:r>
        <w:continuationSeparator/>
      </w:r>
    </w:p>
  </w:footnote>
  <w:footnote w:type="continuationNotice" w:id="1">
    <w:p w14:paraId="6D42411C" w14:textId="77777777" w:rsidR="005B46D4" w:rsidRDefault="005B46D4">
      <w:pPr>
        <w:spacing w:before="0"/>
      </w:pPr>
    </w:p>
  </w:footnote>
  <w:footnote w:id="2">
    <w:p w14:paraId="2D6E360D"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355CB" w14:textId="48066DEC" w:rsidR="003C50CD" w:rsidRPr="003C50CD" w:rsidRDefault="00E45730" w:rsidP="003C50CD">
    <w:pPr>
      <w:pStyle w:val="Header"/>
      <w:tabs>
        <w:tab w:val="center" w:pos="0"/>
      </w:tabs>
      <w:ind w:right="4966"/>
      <w:jc w:val="right"/>
      <w:rPr>
        <w:rFonts w:ascii="Times New Roman" w:hAnsi="Times New Roman"/>
        <w:bCs/>
        <w:sz w:val="20"/>
      </w:rPr>
    </w:pPr>
    <w:r>
      <w:rPr>
        <w:noProof/>
      </w:rPr>
      <w:drawing>
        <wp:inline distT="0" distB="0" distL="0" distR="0" wp14:anchorId="39B3DBBD" wp14:editId="4401B5CE">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573780587">
    <w:abstractNumId w:val="1"/>
  </w:num>
  <w:num w:numId="2" w16cid:durableId="672996315">
    <w:abstractNumId w:val="0"/>
  </w:num>
  <w:num w:numId="3" w16cid:durableId="167720352">
    <w:abstractNumId w:val="0"/>
  </w:num>
  <w:num w:numId="4" w16cid:durableId="1899591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3202C"/>
    <w:rsid w:val="00136CF7"/>
    <w:rsid w:val="00174D52"/>
    <w:rsid w:val="00177917"/>
    <w:rsid w:val="00181B4A"/>
    <w:rsid w:val="00181B4E"/>
    <w:rsid w:val="00185C08"/>
    <w:rsid w:val="00197993"/>
    <w:rsid w:val="001A0BAD"/>
    <w:rsid w:val="001A0FB4"/>
    <w:rsid w:val="001A14A9"/>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2F3913"/>
    <w:rsid w:val="002F77F9"/>
    <w:rsid w:val="003055DE"/>
    <w:rsid w:val="00325A8D"/>
    <w:rsid w:val="003268FD"/>
    <w:rsid w:val="00334A61"/>
    <w:rsid w:val="0034153F"/>
    <w:rsid w:val="00346FFF"/>
    <w:rsid w:val="0037762B"/>
    <w:rsid w:val="00381329"/>
    <w:rsid w:val="00393765"/>
    <w:rsid w:val="003A479E"/>
    <w:rsid w:val="003B40CE"/>
    <w:rsid w:val="003C1E5F"/>
    <w:rsid w:val="003C50CD"/>
    <w:rsid w:val="003D07FB"/>
    <w:rsid w:val="003E68DB"/>
    <w:rsid w:val="003E6CDA"/>
    <w:rsid w:val="003E7DF8"/>
    <w:rsid w:val="003F4892"/>
    <w:rsid w:val="00406D55"/>
    <w:rsid w:val="004147A5"/>
    <w:rsid w:val="00421745"/>
    <w:rsid w:val="00426796"/>
    <w:rsid w:val="004319E5"/>
    <w:rsid w:val="00461F86"/>
    <w:rsid w:val="004707ED"/>
    <w:rsid w:val="0047159E"/>
    <w:rsid w:val="00482A04"/>
    <w:rsid w:val="00494517"/>
    <w:rsid w:val="004C58E3"/>
    <w:rsid w:val="00500708"/>
    <w:rsid w:val="005030AD"/>
    <w:rsid w:val="0052256D"/>
    <w:rsid w:val="005355FF"/>
    <w:rsid w:val="005469DD"/>
    <w:rsid w:val="00550920"/>
    <w:rsid w:val="00557BAD"/>
    <w:rsid w:val="005750E1"/>
    <w:rsid w:val="005A6F9B"/>
    <w:rsid w:val="005B46D4"/>
    <w:rsid w:val="005B5FB3"/>
    <w:rsid w:val="005C06DD"/>
    <w:rsid w:val="005D3E04"/>
    <w:rsid w:val="005E285E"/>
    <w:rsid w:val="005E4C8D"/>
    <w:rsid w:val="006018DB"/>
    <w:rsid w:val="006050B0"/>
    <w:rsid w:val="0064246C"/>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11A85"/>
    <w:rsid w:val="008205CB"/>
    <w:rsid w:val="00835848"/>
    <w:rsid w:val="008462DC"/>
    <w:rsid w:val="00873161"/>
    <w:rsid w:val="008852CD"/>
    <w:rsid w:val="008D3910"/>
    <w:rsid w:val="00907C9F"/>
    <w:rsid w:val="00914A07"/>
    <w:rsid w:val="00922805"/>
    <w:rsid w:val="0093348B"/>
    <w:rsid w:val="0093630B"/>
    <w:rsid w:val="00983DD0"/>
    <w:rsid w:val="00992EC5"/>
    <w:rsid w:val="009B1B8E"/>
    <w:rsid w:val="009B3936"/>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F2E8E"/>
    <w:rsid w:val="00C13DA8"/>
    <w:rsid w:val="00C41558"/>
    <w:rsid w:val="00C439C8"/>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DF51E4"/>
    <w:rsid w:val="00DF6330"/>
    <w:rsid w:val="00E03574"/>
    <w:rsid w:val="00E11DCD"/>
    <w:rsid w:val="00E20331"/>
    <w:rsid w:val="00E26746"/>
    <w:rsid w:val="00E32F27"/>
    <w:rsid w:val="00E33D21"/>
    <w:rsid w:val="00E45730"/>
    <w:rsid w:val="00E545F5"/>
    <w:rsid w:val="00E61488"/>
    <w:rsid w:val="00E6163E"/>
    <w:rsid w:val="00E6331B"/>
    <w:rsid w:val="00E71E5B"/>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E7C56"/>
  <w15:chartTrackingRefBased/>
  <w15:docId w15:val="{9E7D5D96-DEB0-4FAB-8E32-0A07DF01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D353-71A4-4B96-A3A1-ADE763DC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3</TotalTime>
  <Pages>1</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Author</cp:lastModifiedBy>
  <cp:revision>7</cp:revision>
  <cp:lastPrinted>2013-03-08T15:41:00Z</cp:lastPrinted>
  <dcterms:created xsi:type="dcterms:W3CDTF">2019-04-14T15:57:00Z</dcterms:created>
  <dcterms:modified xsi:type="dcterms:W3CDTF">2025-03-02T15:52:00Z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